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left"/>
        <w:outlineLvl w:val="0"/>
        <w:rPr>
          <w:rFonts w:hint="default" w:ascii="黑体" w:hAnsi="华文中宋" w:eastAsia="黑体"/>
          <w:sz w:val="32"/>
          <w:szCs w:val="32"/>
          <w:lang w:val="en-US" w:eastAsia="zh-CN"/>
        </w:rPr>
      </w:pPr>
      <w:r>
        <w:rPr>
          <w:rFonts w:hint="eastAsia" w:ascii="黑体" w:hAnsi="华文中宋" w:eastAsia="黑体"/>
          <w:sz w:val="32"/>
          <w:szCs w:val="32"/>
          <w:lang w:eastAsia="zh-CN"/>
        </w:rPr>
        <w:t>附件</w:t>
      </w:r>
      <w:r>
        <w:rPr>
          <w:rFonts w:hint="eastAsia" w:ascii="黑体" w:hAnsi="华文中宋" w:eastAsia="黑体"/>
          <w:sz w:val="32"/>
          <w:szCs w:val="32"/>
          <w:lang w:val="en-US" w:eastAsia="zh-CN"/>
        </w:rPr>
        <w:t>1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56"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56"/>
          <w:sz w:val="72"/>
          <w:szCs w:val="72"/>
          <w:lang w:eastAsia="zh-CN"/>
        </w:rPr>
        <w:t>社会团体</w:t>
      </w:r>
      <w:bookmarkStart w:id="0" w:name="_GoBack"/>
      <w:bookmarkEnd w:id="0"/>
    </w:p>
    <w:p>
      <w:pPr>
        <w:snapToGrid w:val="0"/>
        <w:jc w:val="center"/>
        <w:rPr>
          <w:rFonts w:ascii="方正小标宋简体" w:hAnsi="方正小标宋简体" w:eastAsia="方正小标宋简体" w:cs="方正小标宋简体"/>
          <w:bCs/>
          <w:spacing w:val="180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Cs/>
          <w:spacing w:val="180"/>
          <w:sz w:val="72"/>
          <w:szCs w:val="72"/>
        </w:rPr>
        <w:t>年度工作报告书</w:t>
      </w:r>
    </w:p>
    <w:p>
      <w:pPr>
        <w:snapToGrid w:val="0"/>
        <w:ind w:right="250"/>
        <w:jc w:val="center"/>
        <w:rPr>
          <w:rFonts w:ascii="方正小标宋简体" w:hAnsi="方正小标宋简体" w:eastAsia="方正小标宋简体" w:cs="方正小标宋简体"/>
          <w:bCs/>
          <w:sz w:val="52"/>
        </w:rPr>
      </w:pPr>
    </w:p>
    <w:p>
      <w:pPr>
        <w:snapToGrid w:val="0"/>
        <w:ind w:right="-1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（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年度）</w:t>
      </w:r>
    </w:p>
    <w:p>
      <w:pPr>
        <w:snapToGrid w:val="0"/>
        <w:ind w:right="250"/>
        <w:rPr>
          <w:rFonts w:ascii="宋体"/>
          <w:b/>
          <w:sz w:val="36"/>
          <w:szCs w:val="36"/>
        </w:rPr>
      </w:pPr>
    </w:p>
    <w:p>
      <w:pPr>
        <w:snapToGrid w:val="0"/>
        <w:ind w:right="250"/>
        <w:jc w:val="center"/>
        <w:rPr>
          <w:rFonts w:ascii="宋体"/>
          <w:b/>
          <w:sz w:val="36"/>
          <w:szCs w:val="36"/>
        </w:rPr>
      </w:pPr>
    </w:p>
    <w:p>
      <w:pPr>
        <w:snapToGrid w:val="0"/>
        <w:ind w:right="250"/>
        <w:jc w:val="both"/>
        <w:rPr>
          <w:rFonts w:ascii="宋体"/>
          <w:b/>
          <w:sz w:val="36"/>
          <w:szCs w:val="36"/>
        </w:rPr>
      </w:pPr>
    </w:p>
    <w:p>
      <w:pPr>
        <w:snapToGrid w:val="0"/>
        <w:ind w:right="250"/>
        <w:jc w:val="center"/>
        <w:rPr>
          <w:rFonts w:ascii="宋体"/>
          <w:b/>
          <w:sz w:val="36"/>
          <w:szCs w:val="36"/>
        </w:rPr>
      </w:pPr>
    </w:p>
    <w:p>
      <w:pPr>
        <w:spacing w:line="600" w:lineRule="exact"/>
        <w:ind w:firstLine="2100" w:firstLineChars="750"/>
        <w:outlineLvl w:val="0"/>
        <w:rPr>
          <w:rFonts w:ascii="黑体" w:hAnsi="华文中宋" w:eastAsia="黑体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>单位名称</w:t>
      </w:r>
      <w:r>
        <w:rPr>
          <w:rFonts w:hint="eastAsia" w:ascii="黑体" w:hAnsi="华文中宋" w:eastAsia="黑体"/>
          <w:sz w:val="28"/>
          <w:szCs w:val="28"/>
          <w:u w:val="single"/>
        </w:rPr>
        <w:t xml:space="preserve">                      </w:t>
      </w:r>
      <w:r>
        <w:rPr>
          <w:rFonts w:hint="eastAsia" w:ascii="黑体" w:hAnsi="华文中宋" w:eastAsia="黑体"/>
          <w:sz w:val="28"/>
          <w:szCs w:val="28"/>
        </w:rPr>
        <w:t>（盖章）</w:t>
      </w:r>
    </w:p>
    <w:p>
      <w:pPr>
        <w:spacing w:line="600" w:lineRule="exact"/>
        <w:ind w:firstLine="2100" w:firstLineChars="750"/>
        <w:outlineLvl w:val="0"/>
        <w:rPr>
          <w:rFonts w:ascii="黑体" w:hAnsi="华文中宋" w:eastAsia="黑体"/>
          <w:sz w:val="28"/>
          <w:szCs w:val="28"/>
          <w:u w:val="single"/>
        </w:rPr>
      </w:pPr>
      <w:r>
        <w:rPr>
          <w:rFonts w:hint="eastAsia" w:ascii="黑体" w:hAnsi="华文中宋" w:eastAsia="黑体"/>
          <w:sz w:val="28"/>
          <w:szCs w:val="28"/>
        </w:rPr>
        <w:t>统一社会信用代码</w:t>
      </w:r>
      <w:r>
        <w:rPr>
          <w:rFonts w:hint="eastAsia" w:ascii="黑体" w:hAnsi="华文中宋" w:eastAsia="黑体"/>
          <w:sz w:val="28"/>
          <w:szCs w:val="28"/>
          <w:u w:val="single"/>
        </w:rPr>
        <w:t xml:space="preserve">                     </w:t>
      </w:r>
    </w:p>
    <w:p>
      <w:pPr>
        <w:spacing w:line="600" w:lineRule="exact"/>
        <w:ind w:firstLine="2100" w:firstLineChars="750"/>
        <w:outlineLvl w:val="0"/>
        <w:rPr>
          <w:rFonts w:ascii="黑体" w:hAnsi="华文中宋" w:eastAsia="黑体"/>
          <w:sz w:val="28"/>
          <w:szCs w:val="28"/>
          <w:u w:val="single"/>
        </w:rPr>
      </w:pPr>
      <w:r>
        <w:rPr>
          <w:rFonts w:hint="eastAsia" w:ascii="黑体" w:hAnsi="华文中宋" w:eastAsia="黑体"/>
          <w:sz w:val="28"/>
          <w:szCs w:val="28"/>
        </w:rPr>
        <w:t>业务主管单位</w:t>
      </w:r>
      <w:r>
        <w:rPr>
          <w:rFonts w:hint="eastAsia" w:ascii="黑体" w:hAnsi="华文中宋" w:eastAsia="黑体"/>
          <w:sz w:val="28"/>
          <w:szCs w:val="28"/>
          <w:u w:val="single"/>
        </w:rPr>
        <w:t xml:space="preserve">                         </w:t>
      </w:r>
    </w:p>
    <w:p>
      <w:pPr>
        <w:spacing w:line="600" w:lineRule="exact"/>
        <w:ind w:firstLine="2100" w:firstLineChars="750"/>
        <w:outlineLvl w:val="0"/>
        <w:rPr>
          <w:rFonts w:ascii="黑体" w:hAnsi="华文中宋" w:eastAsia="黑体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>法定代表人</w:t>
      </w:r>
      <w:r>
        <w:rPr>
          <w:rFonts w:hint="eastAsia" w:ascii="黑体" w:hAnsi="华文中宋" w:eastAsia="黑体"/>
          <w:sz w:val="28"/>
          <w:szCs w:val="28"/>
          <w:u w:val="single"/>
        </w:rPr>
        <w:t xml:space="preserve">                    </w:t>
      </w:r>
      <w:r>
        <w:rPr>
          <w:rFonts w:hint="eastAsia" w:ascii="黑体" w:hAnsi="华文中宋" w:eastAsia="黑体"/>
          <w:sz w:val="28"/>
          <w:szCs w:val="28"/>
        </w:rPr>
        <w:t>（签字）</w:t>
      </w:r>
    </w:p>
    <w:p>
      <w:pPr>
        <w:spacing w:line="600" w:lineRule="exact"/>
        <w:ind w:firstLine="2100" w:firstLineChars="750"/>
        <w:outlineLvl w:val="0"/>
        <w:rPr>
          <w:rFonts w:ascii="黑体" w:hAnsi="华文中宋" w:eastAsia="黑体"/>
          <w:sz w:val="28"/>
          <w:szCs w:val="28"/>
          <w:u w:val="single"/>
        </w:rPr>
      </w:pPr>
      <w:r>
        <w:rPr>
          <w:rFonts w:hint="eastAsia" w:ascii="黑体" w:hAnsi="华文中宋" w:eastAsia="黑体"/>
          <w:sz w:val="28"/>
          <w:szCs w:val="28"/>
        </w:rPr>
        <w:t>经  办  人</w:t>
      </w:r>
      <w:r>
        <w:rPr>
          <w:rFonts w:hint="eastAsia" w:ascii="黑体" w:hAnsi="华文中宋" w:eastAsia="黑体"/>
          <w:sz w:val="28"/>
          <w:szCs w:val="28"/>
          <w:u w:val="single"/>
        </w:rPr>
        <w:t xml:space="preserve">                    </w:t>
      </w:r>
      <w:r>
        <w:rPr>
          <w:rFonts w:hint="eastAsia" w:ascii="黑体" w:hAnsi="华文中宋" w:eastAsia="黑体"/>
          <w:sz w:val="28"/>
          <w:szCs w:val="28"/>
        </w:rPr>
        <w:t>（签字）</w:t>
      </w:r>
    </w:p>
    <w:p>
      <w:pPr>
        <w:spacing w:line="600" w:lineRule="exact"/>
        <w:ind w:firstLine="2100" w:firstLineChars="750"/>
        <w:outlineLvl w:val="0"/>
        <w:rPr>
          <w:rFonts w:ascii="黑体" w:hAnsi="华文中宋" w:eastAsia="黑体"/>
          <w:sz w:val="28"/>
          <w:szCs w:val="28"/>
          <w:highlight w:val="none"/>
        </w:rPr>
      </w:pPr>
      <w:r>
        <w:rPr>
          <w:rFonts w:hint="eastAsia" w:ascii="黑体" w:hAnsi="华文中宋" w:eastAsia="黑体"/>
          <w:sz w:val="28"/>
          <w:szCs w:val="28"/>
          <w:highlight w:val="none"/>
        </w:rPr>
        <w:t>经办人电话</w:t>
      </w:r>
      <w:r>
        <w:rPr>
          <w:rFonts w:hint="eastAsia" w:ascii="黑体" w:hAnsi="华文中宋" w:eastAsia="黑体"/>
          <w:sz w:val="28"/>
          <w:szCs w:val="28"/>
          <w:highlight w:val="none"/>
          <w:u w:val="single"/>
        </w:rPr>
        <w:t xml:space="preserve">                           </w:t>
      </w:r>
    </w:p>
    <w:p>
      <w:pPr>
        <w:snapToGrid w:val="0"/>
        <w:spacing w:line="600" w:lineRule="exact"/>
        <w:ind w:firstLine="2100" w:firstLineChars="750"/>
        <w:rPr>
          <w:rFonts w:ascii="黑体" w:hAnsi="华文中宋" w:eastAsia="黑体"/>
          <w:sz w:val="28"/>
          <w:szCs w:val="28"/>
        </w:rPr>
      </w:pPr>
    </w:p>
    <w:p>
      <w:pPr>
        <w:snapToGrid w:val="0"/>
        <w:spacing w:line="600" w:lineRule="exact"/>
        <w:ind w:firstLine="2100" w:firstLineChars="750"/>
        <w:rPr>
          <w:rFonts w:ascii="黑体" w:eastAsia="黑体"/>
          <w:sz w:val="36"/>
          <w:szCs w:val="36"/>
        </w:rPr>
      </w:pPr>
      <w:r>
        <w:rPr>
          <w:rFonts w:hint="eastAsia" w:ascii="黑体" w:hAnsi="华文中宋" w:eastAsia="黑体"/>
          <w:sz w:val="28"/>
          <w:szCs w:val="28"/>
        </w:rPr>
        <w:t>报告日期             年     月    日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</w:p>
    <w:p>
      <w:pPr>
        <w:jc w:val="center"/>
        <w:outlineLvl w:val="0"/>
        <w:rPr>
          <w:rFonts w:ascii="楷体_GB2312" w:hAnsi="华文中宋" w:eastAsia="楷体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威海市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民政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局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600" w:lineRule="exact"/>
        <w:jc w:val="center"/>
        <w:textAlignment w:val="auto"/>
        <w:outlineLvl w:val="0"/>
        <w:rPr>
          <w:rFonts w:hint="eastAsia" w:ascii="华文中宋" w:hAnsi="华文中宋" w:eastAsia="华文中宋" w:cs="Times New Roman"/>
          <w:b/>
          <w:strike w:val="0"/>
          <w:dstrike w:val="0"/>
          <w:sz w:val="44"/>
          <w:szCs w:val="44"/>
          <w:u w:val="single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trike w:val="0"/>
          <w:dstrike w:val="0"/>
          <w:sz w:val="44"/>
          <w:szCs w:val="44"/>
          <w:u w:val="single"/>
          <w:lang w:val="en-US" w:eastAsia="zh-CN"/>
        </w:rPr>
        <w:t>威海市……协会（学会、联合会等）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600" w:lineRule="exact"/>
        <w:jc w:val="center"/>
        <w:textAlignment w:val="auto"/>
        <w:outlineLvl w:val="0"/>
        <w:rPr>
          <w:rFonts w:hint="eastAsia" w:ascii="华文中宋" w:hAnsi="华文中宋" w:eastAsia="华文中宋" w:cs="Times New Roman"/>
          <w:b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  <w:lang w:val="en-US" w:eastAsia="zh-CN"/>
        </w:rPr>
        <w:t>年度报告承诺书</w:t>
      </w:r>
    </w:p>
    <w:p>
      <w:pPr>
        <w:spacing w:line="520" w:lineRule="exact"/>
        <w:rPr>
          <w:rFonts w:hint="eastAsia" w:ascii="黑体" w:hAnsi="黑体" w:eastAsia="黑体"/>
          <w:b/>
          <w:bCs/>
          <w:sz w:val="28"/>
        </w:rPr>
      </w:pPr>
    </w:p>
    <w:p>
      <w:pPr>
        <w:spacing w:line="52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社团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承诺：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根据《社会团体登记管理条例》《社会组织信用信息管理办法》《民间非营利组织会计制度》等有关规定编制的20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年度工作报告书，保证填报内容真实、准确、完整，愿意承担由此引起的一切法律责任并接受监督。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法定代表人签字：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社会团体印章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6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报告日期：　　　    年   月   日</w:t>
      </w:r>
    </w:p>
    <w:p>
      <w:pPr>
        <w:rPr>
          <w:rFonts w:ascii="ˎ̥" w:hAnsi="ˎ̥"/>
          <w:szCs w:val="21"/>
        </w:rPr>
      </w:pPr>
    </w:p>
    <w:p>
      <w:pPr>
        <w:spacing w:after="156" w:afterLines="50"/>
        <w:rPr>
          <w:rFonts w:hint="eastAsia" w:ascii="ˎ̥" w:hAnsi="ˎ̥"/>
          <w:szCs w:val="21"/>
        </w:rPr>
      </w:pPr>
    </w:p>
    <w:p>
      <w:pPr>
        <w:spacing w:line="400" w:lineRule="exact"/>
      </w:pPr>
    </w:p>
    <w:sectPr>
      <w:footerReference r:id="rId3" w:type="default"/>
      <w:pgSz w:w="11906" w:h="16838"/>
      <w:pgMar w:top="2155" w:right="1474" w:bottom="1588" w:left="204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rPr>
        <w:rStyle w:val="10"/>
      </w:rPr>
      <w:instrText xml:space="preserve"> 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50A"/>
    <w:rsid w:val="00007C91"/>
    <w:rsid w:val="000126BF"/>
    <w:rsid w:val="000153C7"/>
    <w:rsid w:val="00015A2A"/>
    <w:rsid w:val="00023C8B"/>
    <w:rsid w:val="00024D33"/>
    <w:rsid w:val="000272F2"/>
    <w:rsid w:val="0002796D"/>
    <w:rsid w:val="00042B0E"/>
    <w:rsid w:val="000443AA"/>
    <w:rsid w:val="00045C0C"/>
    <w:rsid w:val="000519E0"/>
    <w:rsid w:val="00051ED1"/>
    <w:rsid w:val="0007109A"/>
    <w:rsid w:val="00071CDC"/>
    <w:rsid w:val="00080C6A"/>
    <w:rsid w:val="0008203F"/>
    <w:rsid w:val="00085940"/>
    <w:rsid w:val="00085E07"/>
    <w:rsid w:val="000944E3"/>
    <w:rsid w:val="00097846"/>
    <w:rsid w:val="000A6332"/>
    <w:rsid w:val="000B164F"/>
    <w:rsid w:val="000B613C"/>
    <w:rsid w:val="000C0EB5"/>
    <w:rsid w:val="000C4E28"/>
    <w:rsid w:val="000C7EB1"/>
    <w:rsid w:val="000D3535"/>
    <w:rsid w:val="000E0084"/>
    <w:rsid w:val="000E3229"/>
    <w:rsid w:val="000E49C0"/>
    <w:rsid w:val="000E5553"/>
    <w:rsid w:val="000E6AAA"/>
    <w:rsid w:val="000E7DCA"/>
    <w:rsid w:val="000F64FA"/>
    <w:rsid w:val="0010664B"/>
    <w:rsid w:val="00115312"/>
    <w:rsid w:val="00133979"/>
    <w:rsid w:val="00143D0C"/>
    <w:rsid w:val="00145554"/>
    <w:rsid w:val="0014644A"/>
    <w:rsid w:val="00150B72"/>
    <w:rsid w:val="00151775"/>
    <w:rsid w:val="00152716"/>
    <w:rsid w:val="00163C60"/>
    <w:rsid w:val="001659A9"/>
    <w:rsid w:val="00172A27"/>
    <w:rsid w:val="0017414A"/>
    <w:rsid w:val="00174AD4"/>
    <w:rsid w:val="00182C06"/>
    <w:rsid w:val="001839C0"/>
    <w:rsid w:val="00191C19"/>
    <w:rsid w:val="00192EEF"/>
    <w:rsid w:val="001B3315"/>
    <w:rsid w:val="001B39F5"/>
    <w:rsid w:val="001B3F8D"/>
    <w:rsid w:val="001B46FD"/>
    <w:rsid w:val="001B7F44"/>
    <w:rsid w:val="001C2BBA"/>
    <w:rsid w:val="001C57E3"/>
    <w:rsid w:val="001C6B48"/>
    <w:rsid w:val="001D1BCB"/>
    <w:rsid w:val="001E52E3"/>
    <w:rsid w:val="001E69C7"/>
    <w:rsid w:val="001F4EA9"/>
    <w:rsid w:val="00201F9C"/>
    <w:rsid w:val="00202444"/>
    <w:rsid w:val="00203E68"/>
    <w:rsid w:val="00214693"/>
    <w:rsid w:val="00215A97"/>
    <w:rsid w:val="00226B6F"/>
    <w:rsid w:val="00236C68"/>
    <w:rsid w:val="0023704B"/>
    <w:rsid w:val="002401E5"/>
    <w:rsid w:val="00241B7A"/>
    <w:rsid w:val="00256F1A"/>
    <w:rsid w:val="00272644"/>
    <w:rsid w:val="00275AA9"/>
    <w:rsid w:val="00276BE3"/>
    <w:rsid w:val="002771FB"/>
    <w:rsid w:val="00286C1F"/>
    <w:rsid w:val="0029652E"/>
    <w:rsid w:val="002A0919"/>
    <w:rsid w:val="002A1E42"/>
    <w:rsid w:val="002A79AE"/>
    <w:rsid w:val="002B22C3"/>
    <w:rsid w:val="002B63A3"/>
    <w:rsid w:val="002E0CD1"/>
    <w:rsid w:val="002F2C53"/>
    <w:rsid w:val="003046A8"/>
    <w:rsid w:val="003057AC"/>
    <w:rsid w:val="00307FD2"/>
    <w:rsid w:val="00310B9F"/>
    <w:rsid w:val="003179CB"/>
    <w:rsid w:val="00350156"/>
    <w:rsid w:val="00350959"/>
    <w:rsid w:val="0035210D"/>
    <w:rsid w:val="003557DE"/>
    <w:rsid w:val="00365307"/>
    <w:rsid w:val="00384D39"/>
    <w:rsid w:val="003877B1"/>
    <w:rsid w:val="003926C0"/>
    <w:rsid w:val="00393661"/>
    <w:rsid w:val="00393B3A"/>
    <w:rsid w:val="00394399"/>
    <w:rsid w:val="003A08E2"/>
    <w:rsid w:val="003A50E0"/>
    <w:rsid w:val="003A5152"/>
    <w:rsid w:val="003A5F20"/>
    <w:rsid w:val="003A6FF0"/>
    <w:rsid w:val="003A731B"/>
    <w:rsid w:val="003B31E7"/>
    <w:rsid w:val="003B48E8"/>
    <w:rsid w:val="003B76F8"/>
    <w:rsid w:val="003C134A"/>
    <w:rsid w:val="003E1B56"/>
    <w:rsid w:val="003E2C1B"/>
    <w:rsid w:val="003E4D2D"/>
    <w:rsid w:val="003F07F6"/>
    <w:rsid w:val="003F4ACD"/>
    <w:rsid w:val="003F4C2F"/>
    <w:rsid w:val="003F6489"/>
    <w:rsid w:val="00410618"/>
    <w:rsid w:val="0041509B"/>
    <w:rsid w:val="0041774C"/>
    <w:rsid w:val="004238DE"/>
    <w:rsid w:val="004250DB"/>
    <w:rsid w:val="00431462"/>
    <w:rsid w:val="004342C0"/>
    <w:rsid w:val="004402F2"/>
    <w:rsid w:val="00441A4B"/>
    <w:rsid w:val="004476C1"/>
    <w:rsid w:val="004507D3"/>
    <w:rsid w:val="00455CDB"/>
    <w:rsid w:val="004564FC"/>
    <w:rsid w:val="00461CC3"/>
    <w:rsid w:val="00466C12"/>
    <w:rsid w:val="00466DD8"/>
    <w:rsid w:val="00471862"/>
    <w:rsid w:val="00472482"/>
    <w:rsid w:val="00481956"/>
    <w:rsid w:val="0048562D"/>
    <w:rsid w:val="00486C57"/>
    <w:rsid w:val="00490D4B"/>
    <w:rsid w:val="00491044"/>
    <w:rsid w:val="004A0E96"/>
    <w:rsid w:val="004B0A0A"/>
    <w:rsid w:val="004B22B6"/>
    <w:rsid w:val="004B3BE2"/>
    <w:rsid w:val="004B70E7"/>
    <w:rsid w:val="004C4F61"/>
    <w:rsid w:val="004E51A4"/>
    <w:rsid w:val="004F04CD"/>
    <w:rsid w:val="004F1017"/>
    <w:rsid w:val="004F24D8"/>
    <w:rsid w:val="004F33D3"/>
    <w:rsid w:val="004F7742"/>
    <w:rsid w:val="00502147"/>
    <w:rsid w:val="00504466"/>
    <w:rsid w:val="005045CD"/>
    <w:rsid w:val="00515360"/>
    <w:rsid w:val="00526FD8"/>
    <w:rsid w:val="00533647"/>
    <w:rsid w:val="005345A3"/>
    <w:rsid w:val="00537568"/>
    <w:rsid w:val="0054294B"/>
    <w:rsid w:val="00550695"/>
    <w:rsid w:val="00552E34"/>
    <w:rsid w:val="00562D91"/>
    <w:rsid w:val="00565C56"/>
    <w:rsid w:val="0057545E"/>
    <w:rsid w:val="00577FFC"/>
    <w:rsid w:val="00580F00"/>
    <w:rsid w:val="00595952"/>
    <w:rsid w:val="00596AE7"/>
    <w:rsid w:val="005A1D27"/>
    <w:rsid w:val="005A29F4"/>
    <w:rsid w:val="005A3606"/>
    <w:rsid w:val="005A38E4"/>
    <w:rsid w:val="005A5744"/>
    <w:rsid w:val="005A6E71"/>
    <w:rsid w:val="005B4615"/>
    <w:rsid w:val="005B64CE"/>
    <w:rsid w:val="005B6564"/>
    <w:rsid w:val="005B70AC"/>
    <w:rsid w:val="005C6D37"/>
    <w:rsid w:val="005E70A5"/>
    <w:rsid w:val="005F2202"/>
    <w:rsid w:val="005F4891"/>
    <w:rsid w:val="005F6A28"/>
    <w:rsid w:val="005F7A42"/>
    <w:rsid w:val="00600D97"/>
    <w:rsid w:val="0060595D"/>
    <w:rsid w:val="006146EF"/>
    <w:rsid w:val="0062006D"/>
    <w:rsid w:val="00622773"/>
    <w:rsid w:val="0063077E"/>
    <w:rsid w:val="00632B28"/>
    <w:rsid w:val="00637404"/>
    <w:rsid w:val="00641BEE"/>
    <w:rsid w:val="00642264"/>
    <w:rsid w:val="006441AC"/>
    <w:rsid w:val="006472DA"/>
    <w:rsid w:val="00650533"/>
    <w:rsid w:val="00654A23"/>
    <w:rsid w:val="00655F3B"/>
    <w:rsid w:val="0066033F"/>
    <w:rsid w:val="00660C55"/>
    <w:rsid w:val="00664E97"/>
    <w:rsid w:val="0066594D"/>
    <w:rsid w:val="00673B1D"/>
    <w:rsid w:val="00682F19"/>
    <w:rsid w:val="00685839"/>
    <w:rsid w:val="006960BC"/>
    <w:rsid w:val="006A0206"/>
    <w:rsid w:val="006A05A7"/>
    <w:rsid w:val="006B6612"/>
    <w:rsid w:val="006C1893"/>
    <w:rsid w:val="006C25CA"/>
    <w:rsid w:val="006C5FA1"/>
    <w:rsid w:val="006D5BB0"/>
    <w:rsid w:val="006D6A16"/>
    <w:rsid w:val="006E28C8"/>
    <w:rsid w:val="006E46A1"/>
    <w:rsid w:val="00701092"/>
    <w:rsid w:val="00715946"/>
    <w:rsid w:val="00716EA1"/>
    <w:rsid w:val="00721A4D"/>
    <w:rsid w:val="0073535E"/>
    <w:rsid w:val="0074236B"/>
    <w:rsid w:val="00750256"/>
    <w:rsid w:val="00751F27"/>
    <w:rsid w:val="00761FB6"/>
    <w:rsid w:val="00775F55"/>
    <w:rsid w:val="007810F1"/>
    <w:rsid w:val="00792952"/>
    <w:rsid w:val="00796A20"/>
    <w:rsid w:val="007B629D"/>
    <w:rsid w:val="007B655F"/>
    <w:rsid w:val="007B724B"/>
    <w:rsid w:val="007C3C38"/>
    <w:rsid w:val="007C5F88"/>
    <w:rsid w:val="007F08BB"/>
    <w:rsid w:val="007F1C68"/>
    <w:rsid w:val="007F4715"/>
    <w:rsid w:val="007F4C92"/>
    <w:rsid w:val="008043CD"/>
    <w:rsid w:val="00824901"/>
    <w:rsid w:val="00826012"/>
    <w:rsid w:val="00831843"/>
    <w:rsid w:val="00835DCD"/>
    <w:rsid w:val="008413A1"/>
    <w:rsid w:val="00842941"/>
    <w:rsid w:val="00853629"/>
    <w:rsid w:val="00855C27"/>
    <w:rsid w:val="00861F3A"/>
    <w:rsid w:val="00864C40"/>
    <w:rsid w:val="00866179"/>
    <w:rsid w:val="008673F2"/>
    <w:rsid w:val="00870D6C"/>
    <w:rsid w:val="0087124D"/>
    <w:rsid w:val="00880180"/>
    <w:rsid w:val="00880BCC"/>
    <w:rsid w:val="00885A40"/>
    <w:rsid w:val="008877F5"/>
    <w:rsid w:val="00891FDD"/>
    <w:rsid w:val="00894352"/>
    <w:rsid w:val="008A25C5"/>
    <w:rsid w:val="008A4218"/>
    <w:rsid w:val="008A59F4"/>
    <w:rsid w:val="008B330D"/>
    <w:rsid w:val="008B56E8"/>
    <w:rsid w:val="008C17F2"/>
    <w:rsid w:val="008D07D5"/>
    <w:rsid w:val="008D2A18"/>
    <w:rsid w:val="008E34DA"/>
    <w:rsid w:val="008E729D"/>
    <w:rsid w:val="008F1043"/>
    <w:rsid w:val="008F6B46"/>
    <w:rsid w:val="00900F2B"/>
    <w:rsid w:val="0090791B"/>
    <w:rsid w:val="00913CB3"/>
    <w:rsid w:val="00914AD9"/>
    <w:rsid w:val="00914C60"/>
    <w:rsid w:val="00920FEA"/>
    <w:rsid w:val="00940371"/>
    <w:rsid w:val="009424E2"/>
    <w:rsid w:val="00951018"/>
    <w:rsid w:val="00961384"/>
    <w:rsid w:val="00965E91"/>
    <w:rsid w:val="0096642E"/>
    <w:rsid w:val="00971783"/>
    <w:rsid w:val="00971FE9"/>
    <w:rsid w:val="0097229F"/>
    <w:rsid w:val="00973646"/>
    <w:rsid w:val="00975641"/>
    <w:rsid w:val="00984CF5"/>
    <w:rsid w:val="00985FAE"/>
    <w:rsid w:val="009A0961"/>
    <w:rsid w:val="009A5DB6"/>
    <w:rsid w:val="009B2471"/>
    <w:rsid w:val="009B2756"/>
    <w:rsid w:val="009B56C6"/>
    <w:rsid w:val="009B71E8"/>
    <w:rsid w:val="009C2CB9"/>
    <w:rsid w:val="009C3823"/>
    <w:rsid w:val="009C52DA"/>
    <w:rsid w:val="009C7594"/>
    <w:rsid w:val="009C7627"/>
    <w:rsid w:val="009D135D"/>
    <w:rsid w:val="009D217C"/>
    <w:rsid w:val="009E732F"/>
    <w:rsid w:val="009F0B3B"/>
    <w:rsid w:val="009F3367"/>
    <w:rsid w:val="009F4311"/>
    <w:rsid w:val="00A06185"/>
    <w:rsid w:val="00A14BA7"/>
    <w:rsid w:val="00A16429"/>
    <w:rsid w:val="00A16ADE"/>
    <w:rsid w:val="00A21604"/>
    <w:rsid w:val="00A2294A"/>
    <w:rsid w:val="00A25A29"/>
    <w:rsid w:val="00A26984"/>
    <w:rsid w:val="00A26D4C"/>
    <w:rsid w:val="00A31E27"/>
    <w:rsid w:val="00A335CA"/>
    <w:rsid w:val="00A363CA"/>
    <w:rsid w:val="00A41D9E"/>
    <w:rsid w:val="00A524B5"/>
    <w:rsid w:val="00A61B8A"/>
    <w:rsid w:val="00A66A00"/>
    <w:rsid w:val="00A745DD"/>
    <w:rsid w:val="00A75377"/>
    <w:rsid w:val="00A77FBF"/>
    <w:rsid w:val="00A83442"/>
    <w:rsid w:val="00A910B4"/>
    <w:rsid w:val="00A9414D"/>
    <w:rsid w:val="00A94CD4"/>
    <w:rsid w:val="00A957AE"/>
    <w:rsid w:val="00AA0195"/>
    <w:rsid w:val="00AA38A1"/>
    <w:rsid w:val="00AB4F3B"/>
    <w:rsid w:val="00AC4B23"/>
    <w:rsid w:val="00AD3A94"/>
    <w:rsid w:val="00AE199E"/>
    <w:rsid w:val="00AF6191"/>
    <w:rsid w:val="00B038D4"/>
    <w:rsid w:val="00B11725"/>
    <w:rsid w:val="00B11C0F"/>
    <w:rsid w:val="00B24D72"/>
    <w:rsid w:val="00B314BF"/>
    <w:rsid w:val="00B32586"/>
    <w:rsid w:val="00B35413"/>
    <w:rsid w:val="00B371AC"/>
    <w:rsid w:val="00B400DF"/>
    <w:rsid w:val="00B41EB4"/>
    <w:rsid w:val="00B5338C"/>
    <w:rsid w:val="00B614C7"/>
    <w:rsid w:val="00B6513E"/>
    <w:rsid w:val="00B67EEE"/>
    <w:rsid w:val="00B71DC1"/>
    <w:rsid w:val="00BA4661"/>
    <w:rsid w:val="00BB4EC3"/>
    <w:rsid w:val="00BB7887"/>
    <w:rsid w:val="00BC24F3"/>
    <w:rsid w:val="00BC6ADE"/>
    <w:rsid w:val="00BC7C32"/>
    <w:rsid w:val="00BD1177"/>
    <w:rsid w:val="00BD6BF4"/>
    <w:rsid w:val="00BE0A1D"/>
    <w:rsid w:val="00BE144E"/>
    <w:rsid w:val="00BF6BCC"/>
    <w:rsid w:val="00BF7BBB"/>
    <w:rsid w:val="00C004AB"/>
    <w:rsid w:val="00C007F4"/>
    <w:rsid w:val="00C00E51"/>
    <w:rsid w:val="00C02620"/>
    <w:rsid w:val="00C05610"/>
    <w:rsid w:val="00C077A7"/>
    <w:rsid w:val="00C12725"/>
    <w:rsid w:val="00C160B5"/>
    <w:rsid w:val="00C17E05"/>
    <w:rsid w:val="00C2233B"/>
    <w:rsid w:val="00C243ED"/>
    <w:rsid w:val="00C307B5"/>
    <w:rsid w:val="00C31674"/>
    <w:rsid w:val="00C42089"/>
    <w:rsid w:val="00C60A3E"/>
    <w:rsid w:val="00C63191"/>
    <w:rsid w:val="00C643D9"/>
    <w:rsid w:val="00C6796D"/>
    <w:rsid w:val="00C718CD"/>
    <w:rsid w:val="00C73C07"/>
    <w:rsid w:val="00C94B82"/>
    <w:rsid w:val="00CA20FA"/>
    <w:rsid w:val="00CB2D03"/>
    <w:rsid w:val="00CB7BD5"/>
    <w:rsid w:val="00CB7C07"/>
    <w:rsid w:val="00CC10D0"/>
    <w:rsid w:val="00CC1D4F"/>
    <w:rsid w:val="00CC45FA"/>
    <w:rsid w:val="00CD1117"/>
    <w:rsid w:val="00CD4C52"/>
    <w:rsid w:val="00CD51B0"/>
    <w:rsid w:val="00CD68C5"/>
    <w:rsid w:val="00CF3607"/>
    <w:rsid w:val="00CF4489"/>
    <w:rsid w:val="00CF6DBE"/>
    <w:rsid w:val="00D205BA"/>
    <w:rsid w:val="00D20870"/>
    <w:rsid w:val="00D21C0F"/>
    <w:rsid w:val="00D26198"/>
    <w:rsid w:val="00D478C7"/>
    <w:rsid w:val="00D520DA"/>
    <w:rsid w:val="00D55C61"/>
    <w:rsid w:val="00D75F02"/>
    <w:rsid w:val="00D8096A"/>
    <w:rsid w:val="00D91207"/>
    <w:rsid w:val="00DA0E9C"/>
    <w:rsid w:val="00DB2352"/>
    <w:rsid w:val="00DB4E83"/>
    <w:rsid w:val="00DB716D"/>
    <w:rsid w:val="00DC086E"/>
    <w:rsid w:val="00DC6F94"/>
    <w:rsid w:val="00DD0349"/>
    <w:rsid w:val="00DD30BC"/>
    <w:rsid w:val="00DD5867"/>
    <w:rsid w:val="00DD7FEC"/>
    <w:rsid w:val="00DE16B4"/>
    <w:rsid w:val="00DE3DF5"/>
    <w:rsid w:val="00DF0C90"/>
    <w:rsid w:val="00E06B9F"/>
    <w:rsid w:val="00E21B83"/>
    <w:rsid w:val="00E37A13"/>
    <w:rsid w:val="00E37EB2"/>
    <w:rsid w:val="00E540B3"/>
    <w:rsid w:val="00E572E4"/>
    <w:rsid w:val="00E60175"/>
    <w:rsid w:val="00E801E4"/>
    <w:rsid w:val="00E80573"/>
    <w:rsid w:val="00E823B5"/>
    <w:rsid w:val="00E82E5B"/>
    <w:rsid w:val="00E85504"/>
    <w:rsid w:val="00E872C1"/>
    <w:rsid w:val="00E958EC"/>
    <w:rsid w:val="00E97C47"/>
    <w:rsid w:val="00EA0D2B"/>
    <w:rsid w:val="00EA3FCE"/>
    <w:rsid w:val="00EA7A96"/>
    <w:rsid w:val="00EB75F2"/>
    <w:rsid w:val="00EC49AF"/>
    <w:rsid w:val="00EC59C4"/>
    <w:rsid w:val="00ED2102"/>
    <w:rsid w:val="00ED3633"/>
    <w:rsid w:val="00ED4AAE"/>
    <w:rsid w:val="00EE5724"/>
    <w:rsid w:val="00EE6A40"/>
    <w:rsid w:val="00EF597E"/>
    <w:rsid w:val="00EF7161"/>
    <w:rsid w:val="00EF7179"/>
    <w:rsid w:val="00F01EA0"/>
    <w:rsid w:val="00F1713E"/>
    <w:rsid w:val="00F23503"/>
    <w:rsid w:val="00F23FD4"/>
    <w:rsid w:val="00F2551D"/>
    <w:rsid w:val="00F27C52"/>
    <w:rsid w:val="00F3145E"/>
    <w:rsid w:val="00F3370F"/>
    <w:rsid w:val="00F409AB"/>
    <w:rsid w:val="00F420AA"/>
    <w:rsid w:val="00F42DB7"/>
    <w:rsid w:val="00F4483C"/>
    <w:rsid w:val="00F45132"/>
    <w:rsid w:val="00F503CC"/>
    <w:rsid w:val="00F542EC"/>
    <w:rsid w:val="00F55DD8"/>
    <w:rsid w:val="00F57A01"/>
    <w:rsid w:val="00F70D50"/>
    <w:rsid w:val="00F72D1F"/>
    <w:rsid w:val="00F773F6"/>
    <w:rsid w:val="00F80B9A"/>
    <w:rsid w:val="00F80D31"/>
    <w:rsid w:val="00F81184"/>
    <w:rsid w:val="00F82F15"/>
    <w:rsid w:val="00F84378"/>
    <w:rsid w:val="00F86E36"/>
    <w:rsid w:val="00F93355"/>
    <w:rsid w:val="00FA05A5"/>
    <w:rsid w:val="00FA350F"/>
    <w:rsid w:val="00FA361B"/>
    <w:rsid w:val="00FB5E36"/>
    <w:rsid w:val="00FB6A9A"/>
    <w:rsid w:val="00FD187C"/>
    <w:rsid w:val="00FD234D"/>
    <w:rsid w:val="00FF0D97"/>
    <w:rsid w:val="00FF0F2E"/>
    <w:rsid w:val="00FF50DC"/>
    <w:rsid w:val="05BD059A"/>
    <w:rsid w:val="06A2751D"/>
    <w:rsid w:val="0FFD201A"/>
    <w:rsid w:val="1A9F55E1"/>
    <w:rsid w:val="2FF429AF"/>
    <w:rsid w:val="4B1A065B"/>
    <w:rsid w:val="4DD15EA3"/>
    <w:rsid w:val="587E503B"/>
    <w:rsid w:val="5A280453"/>
    <w:rsid w:val="5E830F51"/>
    <w:rsid w:val="70476BF0"/>
    <w:rsid w:val="705348D2"/>
    <w:rsid w:val="74766F73"/>
    <w:rsid w:val="77212140"/>
    <w:rsid w:val="FAE781FD"/>
    <w:rsid w:val="FFFE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qFormat="1"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2"/>
    <w:next w:val="2"/>
    <w:link w:val="16"/>
    <w:qFormat/>
    <w:uiPriority w:val="0"/>
    <w:rPr>
      <w:b/>
      <w:bCs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TML Typewriter"/>
    <w:qFormat/>
    <w:uiPriority w:val="0"/>
    <w:rPr>
      <w:rFonts w:ascii="宋体" w:hAnsi="宋体" w:eastAsia="宋体" w:cs="宋体"/>
      <w:sz w:val="24"/>
      <w:szCs w:val="24"/>
    </w:rPr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5">
    <w:name w:val="批注文字 字符"/>
    <w:link w:val="2"/>
    <w:qFormat/>
    <w:uiPriority w:val="0"/>
    <w:rPr>
      <w:kern w:val="2"/>
      <w:sz w:val="21"/>
    </w:rPr>
  </w:style>
  <w:style w:type="character" w:customStyle="1" w:styleId="16">
    <w:name w:val="批注主题 字符"/>
    <w:link w:val="6"/>
    <w:qFormat/>
    <w:uiPriority w:val="0"/>
    <w:rPr>
      <w:b/>
      <w:bCs/>
      <w:kern w:val="2"/>
      <w:sz w:val="21"/>
    </w:rPr>
  </w:style>
  <w:style w:type="paragraph" w:customStyle="1" w:styleId="17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8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E:\&#24037;&#20316;\&#21508;&#31181;&#20219;&#21153;&#20219;&#21153;&#20219;&#21153;\&#19994;&#21153;&#35843;&#25972;\&#24180;&#26816;\2017&#24180;&#26816;\Normal.wpt" TargetMode="Externa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Win7w.Com</Company>
  <Pages>55</Pages>
  <Words>2661</Words>
  <Characters>15168</Characters>
  <Lines>126</Lines>
  <Paragraphs>35</Paragraphs>
  <TotalTime>2</TotalTime>
  <ScaleCrop>false</ScaleCrop>
  <LinksUpToDate>false</LinksUpToDate>
  <CharactersWithSpaces>17794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2018-01-12T01:13:00Z</dcterms:created>
  <dc:creator>gongweina</dc:creator>
  <cp:lastModifiedBy>user</cp:lastModifiedBy>
  <cp:lastPrinted>2021-03-08T11:20:25Z</cp:lastPrinted>
  <dcterms:modified xsi:type="dcterms:W3CDTF">2021-03-08T11:30:17Z</dcterms:modified>
  <dc:title>（名称自动生成）</dc:title>
  <cp:revision>241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